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803B8" w:rsidRDefault="00451003" w:rsidP="000803B8">
      <w:pPr>
        <w:pStyle w:val="Annexetitle"/>
      </w:pPr>
      <w:r w:rsidRPr="000803B8">
        <w:t xml:space="preserve">ANNEX </w:t>
      </w:r>
      <w:r w:rsidR="000803B8">
        <w:t>II</w:t>
      </w:r>
      <w:r w:rsidRPr="000803B8">
        <w:t xml:space="preserve"> 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0803B8">
        <w:rPr>
          <w:szCs w:val="24"/>
          <w:lang w:val="fr-FR"/>
        </w:rPr>
        <w:t>(</w:t>
      </w:r>
      <w:proofErr w:type="gramStart"/>
      <w:r w:rsidRPr="000803B8">
        <w:rPr>
          <w:szCs w:val="24"/>
          <w:lang w:val="fr-FR"/>
        </w:rPr>
        <w:t>max</w:t>
      </w:r>
      <w:proofErr w:type="gramEnd"/>
      <w:r w:rsidRPr="000803B8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822" w:rsidRDefault="002D4822">
      <w:r>
        <w:separator/>
      </w:r>
    </w:p>
  </w:endnote>
  <w:endnote w:type="continuationSeparator" w:id="0">
    <w:p w:rsidR="002D4822" w:rsidRDefault="002D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56D0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56D0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56D0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56D0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822" w:rsidRDefault="002D4822">
      <w:r>
        <w:separator/>
      </w:r>
    </w:p>
  </w:footnote>
  <w:footnote w:type="continuationSeparator" w:id="0">
    <w:p w:rsidR="002D4822" w:rsidRDefault="002D4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0803B8" w:rsidRDefault="000803B8" w:rsidP="000803B8">
    <w:pPr>
      <w:pStyle w:val="Header"/>
      <w:rPr>
        <w:rFonts w:eastAsia="SimSun"/>
      </w:rPr>
    </w:pPr>
    <w:r>
      <w:rPr>
        <w:szCs w:val="24"/>
      </w:rPr>
      <w:tab/>
    </w:r>
    <w:r>
      <w:rPr>
        <w:szCs w:val="24"/>
      </w:rPr>
      <w:tab/>
      <w:t xml:space="preserve">      </w:t>
    </w:r>
    <w:r w:rsidRPr="000803B8">
      <w:rPr>
        <w:szCs w:val="24"/>
      </w:rPr>
      <w:t>IO/20/CFE/1001</w:t>
    </w:r>
    <w:r w:rsidR="00856D0B">
      <w:rPr>
        <w:szCs w:val="24"/>
      </w:rPr>
      <w:t>9</w:t>
    </w:r>
    <w:r w:rsidRPr="000803B8">
      <w:rPr>
        <w:szCs w:val="24"/>
      </w:rPr>
      <w:t>526/AKN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0803B8"/>
    <w:rsid w:val="00005FBA"/>
    <w:rsid w:val="00010B17"/>
    <w:rsid w:val="0001575A"/>
    <w:rsid w:val="00021217"/>
    <w:rsid w:val="00060131"/>
    <w:rsid w:val="00061394"/>
    <w:rsid w:val="00076622"/>
    <w:rsid w:val="000803B8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96DA2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D482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6BD7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6D0B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4041EE"/>
  <w15:docId w15:val="{B985B9FA-DB40-4689-8DFA-D55015F4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803B8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ena\Work%20Folders\Desktop\SHORTCUT%20FS\2020\AOUT\cfe%2019526\1%20-%20WORKING%20DOC\Annex%20II%20-%20Template%20Tech.%20experience%20C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A725-A76D-4984-BAF5-A57C642A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 II - Template Tech. experience CV.dotx</Template>
  <TotalTime>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Kien Arnaud EXT</dc:creator>
  <cp:keywords>EL3</cp:keywords>
  <cp:lastModifiedBy>Kien Arnaud EXT</cp:lastModifiedBy>
  <cp:revision>2</cp:revision>
  <cp:lastPrinted>2017-10-31T13:48:00Z</cp:lastPrinted>
  <dcterms:created xsi:type="dcterms:W3CDTF">2020-08-14T07:22:00Z</dcterms:created>
  <dcterms:modified xsi:type="dcterms:W3CDTF">2020-08-14T07:22:00Z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